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×××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党支部成立暨首届支委选举主持词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（第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阶段）</w:t>
      </w:r>
    </w:p>
    <w:p>
      <w:pPr>
        <w:jc w:val="center"/>
        <w:rPr>
          <w:rFonts w:hint="eastAsia" w:ascii="黑体" w:hAnsi="仿宋" w:eastAsia="黑体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（一般由新当选副书记或组织委员主持）</w:t>
      </w:r>
    </w:p>
    <w:p>
      <w:pPr>
        <w:rPr>
          <w:rFonts w:ascii="黑体" w:hAnsi="仿宋" w:eastAsia="黑体"/>
          <w:b/>
          <w:bCs/>
          <w:sz w:val="32"/>
          <w:szCs w:val="44"/>
        </w:rPr>
      </w:pPr>
      <w:r>
        <w:rPr>
          <w:rFonts w:hint="eastAsia" w:ascii="仿宋" w:hAnsi="仿宋" w:eastAsia="仿宋"/>
          <w:b/>
          <w:bCs/>
          <w:sz w:val="32"/>
        </w:rPr>
        <w:t>同志们：</w:t>
      </w:r>
    </w:p>
    <w:p>
      <w:pPr>
        <w:ind w:firstLine="660"/>
        <w:rPr>
          <w:rFonts w:hint="eastAsia"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</w:rPr>
        <w:t>我党支部首届支部委员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</w:rPr>
        <w:t>会选举圆满成功，</w:t>
      </w:r>
      <w:r>
        <w:rPr>
          <w:rFonts w:hint="eastAsia" w:ascii="仿宋" w:hAnsi="仿宋" w:eastAsia="仿宋"/>
          <w:b/>
          <w:bCs/>
          <w:sz w:val="32"/>
          <w:lang w:eastAsia="zh-CN"/>
        </w:rPr>
        <w:t>刚才，支委会第一次全体会议又顺利选举出了支部书记（副书记），并明确了委员分工，我现将情况向大会通报。</w:t>
      </w:r>
    </w:p>
    <w:p>
      <w:pPr>
        <w:ind w:firstLine="948" w:firstLineChars="2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660"/>
        <w:rPr>
          <w:rFonts w:hint="eastAsia"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下面，请新当选书记代表支部委员会作表态发言。</w:t>
      </w:r>
    </w:p>
    <w:p>
      <w:pPr>
        <w:ind w:firstLine="948" w:firstLineChars="295"/>
        <w:rPr>
          <w:rFonts w:hint="eastAsia"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660"/>
        <w:rPr>
          <w:rFonts w:hint="eastAsia"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下面，请上级党组织代表讲话。</w:t>
      </w:r>
    </w:p>
    <w:p>
      <w:pPr>
        <w:ind w:firstLine="948" w:firstLineChars="2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948" w:firstLineChars="295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各位党员，今天我们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XXX党支部成立，今天我们又成功</w:t>
      </w:r>
      <w:r>
        <w:rPr>
          <w:rFonts w:hint="eastAsia" w:ascii="仿宋" w:hAnsi="仿宋" w:eastAsia="仿宋"/>
          <w:b/>
          <w:bCs/>
          <w:sz w:val="32"/>
          <w:lang w:eastAsia="zh-CN"/>
        </w:rPr>
        <w:t>选举了支部领导班子，今后工作中，</w:t>
      </w:r>
      <w:r>
        <w:rPr>
          <w:rFonts w:hint="eastAsia" w:ascii="仿宋" w:hAnsi="仿宋" w:eastAsia="仿宋"/>
          <w:b/>
          <w:bCs/>
          <w:sz w:val="32"/>
        </w:rPr>
        <w:t>…………</w:t>
      </w:r>
    </w:p>
    <w:p>
      <w:pPr>
        <w:ind w:firstLine="948" w:firstLineChars="295"/>
        <w:rPr>
          <w:rFonts w:hint="eastAsia" w:ascii="仿宋" w:hAnsi="仿宋" w:eastAsia="仿宋"/>
          <w:b/>
          <w:bCs/>
          <w:sz w:val="32"/>
        </w:rPr>
      </w:pPr>
    </w:p>
    <w:p>
      <w:pPr>
        <w:ind w:firstLine="948" w:firstLineChars="295"/>
        <w:rPr>
          <w:rFonts w:hint="eastAsia"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今天会议</w:t>
      </w:r>
      <w:r>
        <w:rPr>
          <w:rFonts w:hint="eastAsia" w:ascii="仿宋" w:hAnsi="仿宋" w:eastAsia="仿宋"/>
          <w:b/>
          <w:bCs/>
          <w:sz w:val="32"/>
        </w:rPr>
        <w:t>胜利结束</w:t>
      </w:r>
      <w:r>
        <w:rPr>
          <w:rFonts w:hint="eastAsia" w:ascii="仿宋" w:hAnsi="仿宋" w:eastAsia="仿宋"/>
          <w:b/>
          <w:bCs/>
          <w:sz w:val="32"/>
          <w:lang w:eastAsia="zh-CN"/>
        </w:rPr>
        <w:t>！散会！</w:t>
      </w:r>
    </w:p>
    <w:p>
      <w:pPr>
        <w:ind w:firstLine="948" w:firstLineChars="295"/>
        <w:rPr>
          <w:rFonts w:ascii="仿宋" w:hAnsi="仿宋" w:eastAsia="仿宋"/>
          <w:b/>
          <w:bCs/>
          <w:sz w:val="32"/>
        </w:rPr>
      </w:pPr>
    </w:p>
    <w:p>
      <w:pPr>
        <w:ind w:firstLine="643" w:firstLineChars="200"/>
        <w:rPr>
          <w:rFonts w:hint="eastAsia" w:ascii="仿宋" w:hAnsi="仿宋" w:eastAsia="仿宋"/>
          <w:b/>
          <w:bCs/>
          <w:sz w:val="32"/>
          <w:lang w:eastAsia="zh-CN"/>
        </w:rPr>
      </w:pPr>
    </w:p>
    <w:p>
      <w:pPr>
        <w:spacing w:line="400" w:lineRule="exact"/>
        <w:ind w:firstLine="420" w:firstLineChars="2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240B92"/>
    <w:rsid w:val="003B6369"/>
    <w:rsid w:val="003D2750"/>
    <w:rsid w:val="0048330E"/>
    <w:rsid w:val="00493F6D"/>
    <w:rsid w:val="004E0633"/>
    <w:rsid w:val="0055491B"/>
    <w:rsid w:val="006237DE"/>
    <w:rsid w:val="006457D5"/>
    <w:rsid w:val="006B3397"/>
    <w:rsid w:val="0071136C"/>
    <w:rsid w:val="007C342B"/>
    <w:rsid w:val="009613FD"/>
    <w:rsid w:val="009743FB"/>
    <w:rsid w:val="00B014F8"/>
    <w:rsid w:val="00C10487"/>
    <w:rsid w:val="00C5329B"/>
    <w:rsid w:val="00CB48D1"/>
    <w:rsid w:val="00F4045A"/>
    <w:rsid w:val="0A894737"/>
    <w:rsid w:val="38DC4C94"/>
    <w:rsid w:val="48361EBE"/>
    <w:rsid w:val="50193D03"/>
    <w:rsid w:val="57C34342"/>
    <w:rsid w:val="602D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216</Words>
  <Characters>1232</Characters>
  <Lines>0</Lines>
  <Paragraphs>0</Paragraphs>
  <TotalTime>1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2019-02-26T02:00:52Z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